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C94" w:rsidRPr="00122970" w:rsidRDefault="00394C94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394C94" w:rsidRDefault="00394C94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394C94" w:rsidRPr="00371B2B" w:rsidRDefault="00394C94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394C94" w:rsidRPr="00371B2B" w:rsidRDefault="00394C94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  <w:bookmarkStart w:id="0" w:name="_GoBack"/>
      <w:bookmarkEnd w:id="0"/>
    </w:p>
    <w:p w:rsidR="00394C94" w:rsidRDefault="00394C94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394C94" w:rsidRPr="00371B2B" w:rsidRDefault="00394C94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394C94" w:rsidRPr="00371B2B" w:rsidRDefault="00394C94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394C94" w:rsidRDefault="00394C94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394C94" w:rsidRDefault="00394C9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Szkoła Podstawowa im Walerii Szalay - Groele w Przecławiu</w:t>
      </w:r>
    </w:p>
    <w:p w:rsidR="00394C94" w:rsidRPr="00144DB4" w:rsidRDefault="00394C94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Przecław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Kilińskiego 7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39-320 Przecław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394C94" w:rsidRPr="00371B2B" w:rsidRDefault="00394C9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394C94" w:rsidRDefault="00394C94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394C94" w:rsidRPr="00122970" w:rsidRDefault="00394C94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394C94" w:rsidRPr="00371B2B" w:rsidRDefault="00394C94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394C94" w:rsidRDefault="00394C9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394C94" w:rsidRPr="00122970" w:rsidRDefault="00394C9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394C94" w:rsidRPr="00F36C31" w:rsidRDefault="00394C9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394C94" w:rsidRDefault="00394C9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394C94" w:rsidRPr="00122970" w:rsidRDefault="00394C94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394C94" w:rsidRDefault="00394C9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ul. Zielona 50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39-320 Przecław</w:t>
      </w:r>
    </w:p>
    <w:p w:rsidR="00394C94" w:rsidRPr="00F36C31" w:rsidRDefault="00394C9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394C94" w:rsidRPr="00F36C31" w:rsidRDefault="00394C9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394C94" w:rsidRPr="00122970" w:rsidRDefault="00394C9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394C94" w:rsidRDefault="00394C9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spprzeclaw@op.pl</w:t>
      </w:r>
    </w:p>
    <w:p w:rsidR="00394C94" w:rsidRPr="00F36C31" w:rsidRDefault="00394C9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394C94" w:rsidRPr="007D3844" w:rsidRDefault="00394C9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394C94" w:rsidRPr="00122970" w:rsidRDefault="00394C9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394C94" w:rsidRDefault="00394C9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774-73-16</w:t>
      </w:r>
    </w:p>
    <w:p w:rsidR="00394C94" w:rsidRPr="00F36C31" w:rsidRDefault="00394C9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394C94" w:rsidRDefault="00394C9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394C94" w:rsidRPr="00122970" w:rsidRDefault="00394C9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394C94" w:rsidRPr="00371B2B" w:rsidRDefault="00394C94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8171979911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394C94" w:rsidRDefault="00394C94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394C94" w:rsidRDefault="00394C94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394C94" w:rsidRPr="00371B2B" w:rsidTr="006A1006">
        <w:tc>
          <w:tcPr>
            <w:tcW w:w="421" w:type="dxa"/>
          </w:tcPr>
          <w:p w:rsidR="00394C94" w:rsidRPr="006930BA" w:rsidRDefault="00394C9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394C94" w:rsidRPr="00371B2B" w:rsidRDefault="00394C9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394C94" w:rsidRDefault="00394C94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394C94" w:rsidRPr="00371B2B" w:rsidTr="006A1006">
        <w:tc>
          <w:tcPr>
            <w:tcW w:w="421" w:type="dxa"/>
          </w:tcPr>
          <w:p w:rsidR="00394C94" w:rsidRPr="00371B2B" w:rsidRDefault="00394C9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394C94" w:rsidRPr="00371B2B" w:rsidRDefault="00394C9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394C94" w:rsidRPr="00371B2B" w:rsidRDefault="00394C94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371B2B" w:rsidTr="006A1006">
        <w:tc>
          <w:tcPr>
            <w:tcW w:w="421" w:type="dxa"/>
          </w:tcPr>
          <w:p w:rsidR="00394C94" w:rsidRPr="00371B2B" w:rsidRDefault="00394C94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394C94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394C94" w:rsidRPr="00371B2B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371B2B" w:rsidTr="006A1006">
        <w:tc>
          <w:tcPr>
            <w:tcW w:w="421" w:type="dxa"/>
          </w:tcPr>
          <w:p w:rsidR="00394C94" w:rsidRPr="00371B2B" w:rsidRDefault="00394C94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394C94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394C94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371B2B" w:rsidTr="006A1006">
        <w:tc>
          <w:tcPr>
            <w:tcW w:w="421" w:type="dxa"/>
          </w:tcPr>
          <w:p w:rsidR="00394C94" w:rsidRPr="00371B2B" w:rsidRDefault="00394C9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94C94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394C94" w:rsidRDefault="00394C94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371B2B" w:rsidTr="006A1006">
        <w:tc>
          <w:tcPr>
            <w:tcW w:w="421" w:type="dxa"/>
          </w:tcPr>
          <w:p w:rsidR="00394C94" w:rsidRPr="00371B2B" w:rsidRDefault="00394C9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94C94" w:rsidRDefault="00394C94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394C94" w:rsidRPr="00371B2B" w:rsidRDefault="00394C94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371B2B" w:rsidTr="006A1006">
        <w:tc>
          <w:tcPr>
            <w:tcW w:w="421" w:type="dxa"/>
          </w:tcPr>
          <w:p w:rsidR="00394C94" w:rsidRPr="00371B2B" w:rsidRDefault="00394C9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94C94" w:rsidRDefault="00394C94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394C94" w:rsidRPr="00371B2B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371B2B" w:rsidTr="006A1006">
        <w:tc>
          <w:tcPr>
            <w:tcW w:w="421" w:type="dxa"/>
          </w:tcPr>
          <w:p w:rsidR="00394C94" w:rsidRPr="00371B2B" w:rsidRDefault="00394C9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394C94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394C94" w:rsidRDefault="00394C94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394C94" w:rsidRDefault="00394C94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394C94" w:rsidRPr="00371B2B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371B2B" w:rsidTr="006A1006">
        <w:tc>
          <w:tcPr>
            <w:tcW w:w="421" w:type="dxa"/>
          </w:tcPr>
          <w:p w:rsidR="00394C94" w:rsidRPr="00371B2B" w:rsidRDefault="00394C9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94C94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394C94" w:rsidRPr="00371B2B" w:rsidRDefault="00394C94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371B2B" w:rsidTr="006A1006">
        <w:tc>
          <w:tcPr>
            <w:tcW w:w="421" w:type="dxa"/>
          </w:tcPr>
          <w:p w:rsidR="00394C94" w:rsidRPr="00371B2B" w:rsidRDefault="00394C9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94C94" w:rsidRPr="009C5635" w:rsidRDefault="00394C94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394C94" w:rsidRPr="009C5635" w:rsidRDefault="00394C94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9C5635" w:rsidTr="006A1006">
        <w:tc>
          <w:tcPr>
            <w:tcW w:w="421" w:type="dxa"/>
          </w:tcPr>
          <w:p w:rsidR="00394C94" w:rsidRPr="009C5635" w:rsidRDefault="00394C9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94C94" w:rsidRPr="009C5635" w:rsidRDefault="00394C94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394C94" w:rsidRPr="009C5635" w:rsidRDefault="00394C94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9C5635" w:rsidTr="006A1006">
        <w:tc>
          <w:tcPr>
            <w:tcW w:w="421" w:type="dxa"/>
          </w:tcPr>
          <w:p w:rsidR="00394C94" w:rsidRPr="009C5635" w:rsidRDefault="00394C9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94C94" w:rsidRPr="009C5635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394C94" w:rsidRPr="009C5635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9C5635" w:rsidTr="006A1006">
        <w:tc>
          <w:tcPr>
            <w:tcW w:w="421" w:type="dxa"/>
          </w:tcPr>
          <w:p w:rsidR="00394C94" w:rsidRPr="009C5635" w:rsidRDefault="00394C9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94C94" w:rsidRPr="009C5635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394C94" w:rsidRPr="009C5635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9C5635" w:rsidTr="006A1006">
        <w:tc>
          <w:tcPr>
            <w:tcW w:w="421" w:type="dxa"/>
          </w:tcPr>
          <w:p w:rsidR="00394C94" w:rsidRPr="009C5635" w:rsidRDefault="00394C9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94C94" w:rsidRDefault="00394C94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394C94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371B2B" w:rsidTr="006A1006">
        <w:tc>
          <w:tcPr>
            <w:tcW w:w="421" w:type="dxa"/>
          </w:tcPr>
          <w:p w:rsidR="00394C94" w:rsidRPr="00371B2B" w:rsidRDefault="00394C9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94C94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394C94" w:rsidRPr="00371B2B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371B2B" w:rsidTr="006A1006">
        <w:tc>
          <w:tcPr>
            <w:tcW w:w="421" w:type="dxa"/>
          </w:tcPr>
          <w:p w:rsidR="00394C94" w:rsidRPr="00371B2B" w:rsidRDefault="00394C9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94C94" w:rsidRDefault="00394C94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394C94" w:rsidRDefault="00394C94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394C94" w:rsidRPr="00371B2B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371B2B" w:rsidTr="006A1006">
        <w:tc>
          <w:tcPr>
            <w:tcW w:w="421" w:type="dxa"/>
          </w:tcPr>
          <w:p w:rsidR="00394C94" w:rsidRPr="00371B2B" w:rsidRDefault="00394C9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94C94" w:rsidRPr="00371B2B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394C94" w:rsidRPr="00371B2B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371B2B" w:rsidTr="006A1006">
        <w:tc>
          <w:tcPr>
            <w:tcW w:w="421" w:type="dxa"/>
          </w:tcPr>
          <w:p w:rsidR="00394C94" w:rsidRPr="00371B2B" w:rsidRDefault="00394C9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94C94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394C94" w:rsidRDefault="00394C94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371B2B" w:rsidTr="006A1006">
        <w:tc>
          <w:tcPr>
            <w:tcW w:w="421" w:type="dxa"/>
          </w:tcPr>
          <w:p w:rsidR="00394C94" w:rsidRPr="00371B2B" w:rsidRDefault="00394C9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94C94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394C94" w:rsidRDefault="00394C94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371B2B" w:rsidTr="006A1006">
        <w:tc>
          <w:tcPr>
            <w:tcW w:w="421" w:type="dxa"/>
          </w:tcPr>
          <w:p w:rsidR="00394C94" w:rsidRPr="00371B2B" w:rsidRDefault="00394C9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94C94" w:rsidRDefault="00394C94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394C94" w:rsidRDefault="00394C94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371B2B" w:rsidTr="006A1006">
        <w:tc>
          <w:tcPr>
            <w:tcW w:w="421" w:type="dxa"/>
          </w:tcPr>
          <w:p w:rsidR="00394C94" w:rsidRPr="00371B2B" w:rsidRDefault="00394C9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94C94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394C94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371B2B" w:rsidTr="006A1006">
        <w:tc>
          <w:tcPr>
            <w:tcW w:w="421" w:type="dxa"/>
          </w:tcPr>
          <w:p w:rsidR="00394C94" w:rsidRPr="00371B2B" w:rsidRDefault="00394C9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94C94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394C94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371B2B" w:rsidTr="006A1006">
        <w:tc>
          <w:tcPr>
            <w:tcW w:w="421" w:type="dxa"/>
          </w:tcPr>
          <w:p w:rsidR="00394C94" w:rsidRPr="00371B2B" w:rsidRDefault="00394C9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94C94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394C94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371B2B" w:rsidTr="006A1006">
        <w:tc>
          <w:tcPr>
            <w:tcW w:w="421" w:type="dxa"/>
          </w:tcPr>
          <w:p w:rsidR="00394C94" w:rsidRPr="00371B2B" w:rsidRDefault="00394C9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94C94" w:rsidRDefault="00394C94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394C94" w:rsidRDefault="00394C94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371B2B" w:rsidTr="006A1006">
        <w:tc>
          <w:tcPr>
            <w:tcW w:w="421" w:type="dxa"/>
          </w:tcPr>
          <w:p w:rsidR="00394C94" w:rsidRPr="00371B2B" w:rsidRDefault="00394C9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94C94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394C94" w:rsidRPr="008611E1" w:rsidRDefault="00394C9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371B2B" w:rsidTr="006A1006">
        <w:tc>
          <w:tcPr>
            <w:tcW w:w="421" w:type="dxa"/>
          </w:tcPr>
          <w:p w:rsidR="00394C94" w:rsidRPr="00371B2B" w:rsidRDefault="00394C9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94C94" w:rsidRDefault="00394C94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394C94" w:rsidRPr="008611E1" w:rsidRDefault="00394C94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94C94" w:rsidRPr="00371B2B" w:rsidTr="006A1006">
        <w:tc>
          <w:tcPr>
            <w:tcW w:w="421" w:type="dxa"/>
          </w:tcPr>
          <w:p w:rsidR="00394C94" w:rsidRPr="00371B2B" w:rsidRDefault="00394C9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94C94" w:rsidRPr="00763E28" w:rsidRDefault="00394C94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394C94" w:rsidRPr="00371B2B" w:rsidRDefault="00394C94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394C94" w:rsidRPr="009C5635" w:rsidRDefault="00394C94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394C94" w:rsidRPr="00AD7837" w:rsidTr="00617577">
        <w:trPr>
          <w:trHeight w:val="413"/>
        </w:trPr>
        <w:tc>
          <w:tcPr>
            <w:tcW w:w="534" w:type="dxa"/>
          </w:tcPr>
          <w:p w:rsidR="00394C94" w:rsidRPr="00AD7837" w:rsidRDefault="00394C9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394C94" w:rsidRPr="00AD7837" w:rsidRDefault="00394C94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394C94" w:rsidRPr="00AD7837" w:rsidRDefault="00394C9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394C94" w:rsidRPr="00AD7837" w:rsidRDefault="00394C9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394C94" w:rsidRPr="00AD7837" w:rsidRDefault="00394C9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394C94" w:rsidRPr="00AD7837" w:rsidRDefault="00394C9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394C94" w:rsidRPr="00AD7837" w:rsidRDefault="00394C9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394C94" w:rsidRPr="00AD7837" w:rsidTr="00617577">
        <w:trPr>
          <w:trHeight w:val="559"/>
        </w:trPr>
        <w:tc>
          <w:tcPr>
            <w:tcW w:w="534" w:type="dxa"/>
            <w:vMerge w:val="restart"/>
          </w:tcPr>
          <w:p w:rsidR="00394C94" w:rsidRPr="00AD7837" w:rsidRDefault="00394C9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394C94" w:rsidRPr="00AD7837" w:rsidRDefault="00394C94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394C94" w:rsidRPr="00AD7837" w:rsidRDefault="00394C9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394C94" w:rsidRPr="00AD7837" w:rsidRDefault="00394C9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394C94" w:rsidRPr="00AD7837" w:rsidRDefault="00394C94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394C94" w:rsidRPr="00A33AEA" w:rsidRDefault="00394C94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394C94" w:rsidRPr="00AD7837" w:rsidRDefault="00394C9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394C94" w:rsidRPr="00AD7837" w:rsidTr="00617577">
        <w:trPr>
          <w:trHeight w:val="318"/>
        </w:trPr>
        <w:tc>
          <w:tcPr>
            <w:tcW w:w="534" w:type="dxa"/>
            <w:vMerge/>
          </w:tcPr>
          <w:p w:rsidR="00394C94" w:rsidRPr="00AD7837" w:rsidRDefault="00394C9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394C94" w:rsidRPr="00AD7837" w:rsidRDefault="00394C9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394C94" w:rsidRPr="00AD7837" w:rsidRDefault="00394C9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394C94" w:rsidRPr="00AD7837" w:rsidRDefault="00394C9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394C94" w:rsidRPr="00AD7837" w:rsidRDefault="00394C9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394C94" w:rsidRPr="00AD7837" w:rsidRDefault="00394C9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94C94" w:rsidRPr="00AD7837" w:rsidRDefault="00394C94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394C94" w:rsidRPr="00AD7837" w:rsidRDefault="00394C94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394C94" w:rsidRPr="00AD7837" w:rsidTr="00617577">
        <w:trPr>
          <w:trHeight w:val="962"/>
        </w:trPr>
        <w:tc>
          <w:tcPr>
            <w:tcW w:w="534" w:type="dxa"/>
            <w:vMerge/>
          </w:tcPr>
          <w:p w:rsidR="00394C94" w:rsidRPr="00AD7837" w:rsidRDefault="00394C9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394C94" w:rsidRPr="00AD7837" w:rsidRDefault="00394C9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394C94" w:rsidRPr="00AD7837" w:rsidRDefault="00394C9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394C94" w:rsidRPr="00AD7837" w:rsidRDefault="00394C9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394C94" w:rsidRPr="00AD7837" w:rsidRDefault="00394C9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394C94" w:rsidRPr="00AD7837" w:rsidRDefault="00394C9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394C94" w:rsidRPr="00AD7837" w:rsidRDefault="00394C94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394C94" w:rsidRPr="00AD7837" w:rsidRDefault="00394C94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394C94" w:rsidRPr="00AD7837" w:rsidTr="00617577">
        <w:trPr>
          <w:trHeight w:val="408"/>
        </w:trPr>
        <w:tc>
          <w:tcPr>
            <w:tcW w:w="534" w:type="dxa"/>
            <w:vAlign w:val="center"/>
          </w:tcPr>
          <w:p w:rsidR="00394C94" w:rsidRPr="00412B9E" w:rsidRDefault="00394C94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394C94" w:rsidRPr="00412B9E" w:rsidRDefault="00394C9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8018590365500085533634</w:t>
            </w:r>
          </w:p>
        </w:tc>
        <w:tc>
          <w:tcPr>
            <w:tcW w:w="1701" w:type="dxa"/>
            <w:vAlign w:val="center"/>
          </w:tcPr>
          <w:p w:rsidR="00394C94" w:rsidRDefault="00394C94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Przecław</w:t>
            </w:r>
          </w:p>
          <w:p w:rsidR="00394C94" w:rsidRDefault="00394C94" w:rsidP="00394C9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Zielona 50</w:t>
            </w:r>
          </w:p>
          <w:p w:rsidR="00394C94" w:rsidRPr="00412B9E" w:rsidRDefault="00394C94" w:rsidP="00394C9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39-320 Przecław</w:t>
            </w:r>
          </w:p>
        </w:tc>
        <w:tc>
          <w:tcPr>
            <w:tcW w:w="1075" w:type="dxa"/>
            <w:vAlign w:val="center"/>
          </w:tcPr>
          <w:p w:rsidR="00394C94" w:rsidRPr="00412B9E" w:rsidRDefault="00394C9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394C94" w:rsidRPr="00412B9E" w:rsidRDefault="00394C9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394C94" w:rsidRPr="00412B9E" w:rsidRDefault="00394C9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94C94" w:rsidRPr="00412B9E" w:rsidRDefault="00394C94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394C94" w:rsidRPr="00412B9E" w:rsidRDefault="00A96A5A" w:rsidP="00A96A5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394C94" w:rsidRPr="00AD7837" w:rsidTr="00617577">
        <w:trPr>
          <w:trHeight w:val="444"/>
        </w:trPr>
        <w:tc>
          <w:tcPr>
            <w:tcW w:w="534" w:type="dxa"/>
            <w:vAlign w:val="center"/>
          </w:tcPr>
          <w:p w:rsidR="00394C94" w:rsidRPr="00412B9E" w:rsidRDefault="00394C94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394C94" w:rsidRPr="00412B9E" w:rsidRDefault="00394C94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8018590365500085534709</w:t>
            </w:r>
          </w:p>
        </w:tc>
        <w:tc>
          <w:tcPr>
            <w:tcW w:w="1701" w:type="dxa"/>
            <w:vAlign w:val="center"/>
          </w:tcPr>
          <w:p w:rsidR="00394C94" w:rsidRDefault="00394C94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Przecław</w:t>
            </w:r>
          </w:p>
          <w:p w:rsidR="00394C94" w:rsidRDefault="00394C94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 xml:space="preserve">ul. Zielona 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50</w:t>
            </w:r>
          </w:p>
          <w:p w:rsidR="00394C94" w:rsidRPr="00412B9E" w:rsidRDefault="00394C94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39-320 Przecła</w:t>
            </w:r>
            <w:r w:rsidR="003523EE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1075" w:type="dxa"/>
            <w:vAlign w:val="center"/>
          </w:tcPr>
          <w:p w:rsidR="00394C94" w:rsidRPr="00412B9E" w:rsidRDefault="00394C9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394C94" w:rsidRPr="00412B9E" w:rsidRDefault="00394C9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394C94" w:rsidRPr="00412B9E" w:rsidRDefault="00394C9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94C94" w:rsidRPr="00412B9E" w:rsidRDefault="00394C94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394C94" w:rsidRPr="00412B9E" w:rsidRDefault="00A96A5A" w:rsidP="00A96A5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394C94" w:rsidRPr="008611E1" w:rsidRDefault="00394C94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394C94" w:rsidRPr="008611E1" w:rsidRDefault="00394C94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394C94" w:rsidRDefault="00394C94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394C94" w:rsidRDefault="00394C94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394C94" w:rsidRPr="004760F6" w:rsidTr="002C13B3">
        <w:trPr>
          <w:trHeight w:val="309"/>
        </w:trPr>
        <w:tc>
          <w:tcPr>
            <w:tcW w:w="2694" w:type="dxa"/>
          </w:tcPr>
          <w:p w:rsidR="00394C94" w:rsidRPr="004760F6" w:rsidRDefault="00394C94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394C94" w:rsidRPr="004760F6" w:rsidRDefault="00394C94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394C94" w:rsidRPr="004760F6" w:rsidRDefault="00394C94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394C94" w:rsidRPr="004760F6" w:rsidTr="002C13B3">
        <w:trPr>
          <w:trHeight w:val="689"/>
        </w:trPr>
        <w:tc>
          <w:tcPr>
            <w:tcW w:w="2694" w:type="dxa"/>
          </w:tcPr>
          <w:p w:rsidR="00394C94" w:rsidRPr="004760F6" w:rsidRDefault="00394C94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394C94" w:rsidRPr="004760F6" w:rsidRDefault="00394C94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394C94" w:rsidRPr="004760F6" w:rsidRDefault="00394C94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394C94" w:rsidRPr="00B63457" w:rsidRDefault="00394C94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394C94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6D6" w:rsidRDefault="005F66D6">
      <w:r>
        <w:separator/>
      </w:r>
    </w:p>
  </w:endnote>
  <w:endnote w:type="continuationSeparator" w:id="0">
    <w:p w:rsidR="005F66D6" w:rsidRDefault="005F6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6D6" w:rsidRDefault="005F66D6">
      <w:r>
        <w:separator/>
      </w:r>
    </w:p>
  </w:footnote>
  <w:footnote w:type="continuationSeparator" w:id="0">
    <w:p w:rsidR="005F66D6" w:rsidRDefault="005F66D6">
      <w:r>
        <w:continuationSeparator/>
      </w:r>
    </w:p>
  </w:footnote>
  <w:footnote w:id="1">
    <w:p w:rsidR="00394C94" w:rsidRPr="00EF7F64" w:rsidRDefault="00394C94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394C94" w:rsidRPr="00EF7F64" w:rsidRDefault="00394C94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394C94" w:rsidRPr="00EF7F64" w:rsidRDefault="00394C94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394C94" w:rsidRDefault="00394C94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394C94" w:rsidRPr="00822183" w:rsidRDefault="00394C94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394C94" w:rsidRDefault="00394C94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394C94" w:rsidRPr="00D23820" w:rsidRDefault="00394C94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394C94" w:rsidRPr="008611E1" w:rsidRDefault="00394C94">
      <w:pPr>
        <w:pStyle w:val="Tekstprzypisudolnego"/>
        <w:rPr>
          <w:sz w:val="2"/>
          <w:szCs w:val="2"/>
        </w:rPr>
      </w:pPr>
    </w:p>
  </w:footnote>
  <w:footnote w:id="9">
    <w:p w:rsidR="00394C94" w:rsidRPr="008611E1" w:rsidRDefault="00394C94" w:rsidP="00CD0317">
      <w:pPr>
        <w:pStyle w:val="Tekstprzypisudolnego"/>
        <w:rPr>
          <w:sz w:val="2"/>
          <w:szCs w:val="2"/>
        </w:rPr>
      </w:pPr>
    </w:p>
  </w:footnote>
  <w:footnote w:id="10">
    <w:p w:rsidR="00394C94" w:rsidRPr="008611E1" w:rsidRDefault="00394C94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3BC" w:rsidRPr="00122970" w:rsidRDefault="003873BC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A96A5A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3EE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4C94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531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66D6"/>
    <w:rsid w:val="005F7812"/>
    <w:rsid w:val="005F7A88"/>
    <w:rsid w:val="006014F0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6A5A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AFCF921-899A-4657-AEE3-62AD7E566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6</TotalTime>
  <Pages>5</Pages>
  <Words>1165</Words>
  <Characters>6995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2022-07-03T09:04:00Z</dcterms:created>
  <dcterms:modified xsi:type="dcterms:W3CDTF">2022-08-09T09:46:00Z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